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CA76D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CA76D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CA76D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2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182AC8">
        <w:rPr>
          <w:b/>
        </w:rPr>
        <w:t xml:space="preserve">CÔNJUGE DO </w:t>
      </w:r>
      <w:r w:rsidR="005E26A7">
        <w:rPr>
          <w:b/>
        </w:rPr>
        <w:t xml:space="preserve">(A) </w:t>
      </w:r>
      <w:r w:rsidR="00DE3B59">
        <w:rPr>
          <w:b/>
        </w:rPr>
        <w:t>ALUNO</w:t>
      </w:r>
      <w:r w:rsidR="005E26A7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bookmarkStart w:id="4" w:name="_GoBack"/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bookmarkEnd w:id="4"/>
            <w:r w:rsidR="00514084" w:rsidRPr="00307B3E">
              <w:rPr>
                <w:sz w:val="18"/>
                <w:szCs w:val="18"/>
              </w:rPr>
              <w:fldChar w:fldCharType="end"/>
            </w:r>
            <w:bookmarkEnd w:id="3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5"/>
            <w:r w:rsidRPr="00307B3E">
              <w:rPr>
                <w:sz w:val="18"/>
                <w:szCs w:val="18"/>
              </w:rPr>
              <w:t>/</w:t>
            </w:r>
            <w:bookmarkStart w:id="6" w:name="Texto5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6"/>
            <w:r w:rsidRPr="00307B3E">
              <w:rPr>
                <w:sz w:val="18"/>
                <w:szCs w:val="18"/>
              </w:rPr>
              <w:t>/</w:t>
            </w:r>
            <w:bookmarkStart w:id="7" w:name="Texto5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307B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8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307B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307B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307B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1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307B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307B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5"/>
            <w:r w:rsidRPr="00307B3E">
              <w:rPr>
                <w:sz w:val="18"/>
                <w:szCs w:val="18"/>
              </w:rPr>
              <w:t>.</w:t>
            </w:r>
            <w:bookmarkStart w:id="16" w:name="Texto6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6"/>
            <w:r w:rsidRPr="00307B3E">
              <w:rPr>
                <w:sz w:val="18"/>
                <w:szCs w:val="18"/>
              </w:rPr>
              <w:t>.</w:t>
            </w:r>
            <w:bookmarkStart w:id="17" w:name="Texto6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7"/>
            <w:r w:rsidRPr="00307B3E">
              <w:rPr>
                <w:sz w:val="18"/>
                <w:szCs w:val="18"/>
              </w:rPr>
              <w:t>-</w:t>
            </w:r>
            <w:bookmarkStart w:id="18" w:name="Texto66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307B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  <w:lang w:val="en-US"/>
              </w:rPr>
            </w:r>
            <w:r w:rsidR="00514084" w:rsidRPr="00307B3E">
              <w:rPr>
                <w:sz w:val="18"/>
                <w:szCs w:val="18"/>
                <w:lang w:val="en-US"/>
              </w:rPr>
              <w:fldChar w:fldCharType="separate"/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514084" w:rsidRPr="00307B3E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3"/>
            <w:r w:rsidRPr="00307B3E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7"/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8"/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9"/>
            <w:r w:rsidRPr="00307B3E">
              <w:rPr>
                <w:sz w:val="18"/>
                <w:szCs w:val="18"/>
              </w:rPr>
              <w:t>-</w:t>
            </w:r>
            <w:bookmarkStart w:id="30" w:name="Texto7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307B3E" w:rsidRDefault="00A11624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residencial: </w:t>
            </w:r>
            <w:r w:rsidRPr="00307B3E">
              <w:rPr>
                <w:sz w:val="18"/>
                <w:szCs w:val="18"/>
              </w:rPr>
              <w:t>(</w:t>
            </w:r>
            <w:bookmarkStart w:id="31" w:name="Texto7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1"/>
            <w:r w:rsidRPr="00307B3E">
              <w:rPr>
                <w:sz w:val="18"/>
                <w:szCs w:val="18"/>
              </w:rPr>
              <w:t xml:space="preserve">) </w:t>
            </w:r>
            <w:bookmarkStart w:id="32" w:name="Texto80"/>
            <w:r w:rsidR="005A0109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bookmarkEnd w:id="32"/>
            <w:r w:rsidRPr="00307B3E">
              <w:rPr>
                <w:sz w:val="18"/>
                <w:szCs w:val="18"/>
              </w:rPr>
              <w:t>-</w:t>
            </w:r>
            <w:bookmarkStart w:id="33" w:name="Texto8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3"/>
            <w:r w:rsidRPr="00307B3E">
              <w:rPr>
                <w:b/>
                <w:sz w:val="18"/>
                <w:szCs w:val="18"/>
              </w:rPr>
              <w:tab/>
              <w:t xml:space="preserve">Celular: </w:t>
            </w:r>
            <w:r w:rsidRPr="00307B3E">
              <w:rPr>
                <w:sz w:val="18"/>
                <w:szCs w:val="18"/>
              </w:rPr>
              <w:t>(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)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comercial: </w:t>
            </w:r>
            <w:r w:rsidRPr="00307B3E">
              <w:rPr>
                <w:sz w:val="18"/>
                <w:szCs w:val="18"/>
              </w:rPr>
              <w:t>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Admissão</w:t>
            </w:r>
            <w:r w:rsidRPr="00307B3E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5"/>
            <w:r w:rsidRPr="00307B3E">
              <w:rPr>
                <w:sz w:val="18"/>
                <w:szCs w:val="18"/>
              </w:rPr>
              <w:t>/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bookmarkStart w:id="36" w:name="Texto9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3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:rsidTr="00307B3E">
        <w:tc>
          <w:tcPr>
            <w:tcW w:w="9224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Telefone</w:t>
            </w:r>
            <w:r w:rsidRPr="00307B3E">
              <w:rPr>
                <w:sz w:val="18"/>
                <w:szCs w:val="18"/>
              </w:rPr>
              <w:t>: 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="00571603" w:rsidRPr="00307B3E">
              <w:rPr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  <w:p w:rsidR="00A11624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9"/>
            <w:r w:rsidRPr="00307B3E">
              <w:rPr>
                <w:sz w:val="18"/>
                <w:szCs w:val="18"/>
              </w:rPr>
              <w:t>.</w:t>
            </w:r>
            <w:bookmarkStart w:id="40" w:name="Texto10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0"/>
            <w:r w:rsidRPr="00307B3E">
              <w:rPr>
                <w:sz w:val="18"/>
                <w:szCs w:val="18"/>
              </w:rPr>
              <w:t>.</w:t>
            </w:r>
            <w:bookmarkStart w:id="41" w:name="Texto101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1"/>
            <w:r w:rsidRPr="00307B3E">
              <w:rPr>
                <w:sz w:val="18"/>
                <w:szCs w:val="18"/>
              </w:rPr>
              <w:t>/</w:t>
            </w:r>
            <w:bookmarkStart w:id="42" w:name="Texto10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2"/>
            <w:r w:rsidRPr="00307B3E">
              <w:rPr>
                <w:sz w:val="18"/>
                <w:szCs w:val="18"/>
              </w:rPr>
              <w:t>-</w:t>
            </w:r>
            <w:bookmarkStart w:id="43" w:name="Texto10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3"/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4"/>
            <w:r w:rsidR="007D1808" w:rsidRPr="00307B3E">
              <w:rPr>
                <w:b/>
                <w:sz w:val="18"/>
                <w:szCs w:val="18"/>
              </w:rPr>
              <w:t xml:space="preserve"> </w:t>
            </w:r>
          </w:p>
          <w:p w:rsidR="005A0109" w:rsidRPr="00307B3E" w:rsidRDefault="005A0109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307B3E">
              <w:rPr>
                <w:sz w:val="18"/>
                <w:szCs w:val="18"/>
              </w:rPr>
              <w:t xml:space="preserve">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07B3E" w:rsidTr="00307B3E">
        <w:tc>
          <w:tcPr>
            <w:tcW w:w="9224" w:type="dxa"/>
            <w:shd w:val="clear" w:color="auto" w:fill="auto"/>
          </w:tcPr>
          <w:p w:rsidR="00571603" w:rsidRPr="00307B3E" w:rsidRDefault="00571603" w:rsidP="00307B3E">
            <w:pPr>
              <w:spacing w:before="120" w:line="360" w:lineRule="auto"/>
              <w:rPr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571603" w:rsidRPr="00307B3E" w:rsidRDefault="00571603" w:rsidP="00307B3E">
            <w:pPr>
              <w:spacing w:line="360" w:lineRule="auto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307B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4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307B3E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307B3E" w:rsidRDefault="007D1808" w:rsidP="003D3691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9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0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1"/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307B3E" w:rsidRDefault="007D1808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7D1808" w:rsidRPr="001C2DB7" w:rsidRDefault="007D1808" w:rsidP="007D1808">
      <w:pPr>
        <w:spacing w:before="120"/>
        <w:rPr>
          <w:b/>
          <w:sz w:val="18"/>
          <w:szCs w:val="18"/>
        </w:rPr>
      </w:pPr>
      <w:r w:rsidRPr="001C2DB7">
        <w:rPr>
          <w:b/>
          <w:sz w:val="18"/>
          <w:szCs w:val="18"/>
        </w:rPr>
        <w:t>Bancárias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307B3E" w:rsidTr="00197508">
        <w:tc>
          <w:tcPr>
            <w:tcW w:w="9225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Banco: </w:t>
            </w:r>
            <w:bookmarkStart w:id="53" w:name="Texto92"/>
            <w:r w:rsidRPr="00307B3E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5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Agência: </w:t>
            </w:r>
            <w:bookmarkStart w:id="54" w:name="Texto9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nº da conta corrente: </w:t>
            </w:r>
            <w:bookmarkStart w:id="55" w:name="Texto94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5"/>
          </w:p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Banco: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Agência: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nº da conta corrente: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Default="00197508" w:rsidP="001975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bookmarkStart w:id="56" w:name="Texto49"/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 xml:space="preserve">, </w:t>
      </w:r>
      <w:bookmarkStart w:id="57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7"/>
      <w:r w:rsidRPr="007D1808">
        <w:rPr>
          <w:sz w:val="20"/>
          <w:szCs w:val="20"/>
        </w:rPr>
        <w:t xml:space="preserve"> de </w:t>
      </w:r>
      <w:bookmarkStart w:id="58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8"/>
      <w:r w:rsidRPr="007D1808">
        <w:rPr>
          <w:sz w:val="20"/>
          <w:szCs w:val="20"/>
        </w:rPr>
        <w:t xml:space="preserve"> de </w:t>
      </w:r>
      <w:bookmarkStart w:id="59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9"/>
      <w:r>
        <w:rPr>
          <w:sz w:val="20"/>
          <w:szCs w:val="20"/>
        </w:rPr>
        <w:t>.</w:t>
      </w:r>
    </w:p>
    <w:p w:rsidR="001975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97508" w:rsidRPr="003D0FA7" w:rsidTr="005A53D4">
        <w:tc>
          <w:tcPr>
            <w:tcW w:w="4791" w:type="dxa"/>
            <w:shd w:val="clear" w:color="auto" w:fill="auto"/>
          </w:tcPr>
          <w:p w:rsidR="00197508" w:rsidRPr="003D0FA7" w:rsidRDefault="00197508" w:rsidP="005A53D4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197508" w:rsidRPr="003D0FA7" w:rsidRDefault="00197508" w:rsidP="005A53D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Default="00197508" w:rsidP="0019750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197508" w:rsidRPr="001B43F4" w:rsidRDefault="00197508" w:rsidP="00197508">
      <w:pPr>
        <w:jc w:val="both"/>
        <w:rPr>
          <w:sz w:val="20"/>
          <w:szCs w:val="20"/>
        </w:rPr>
      </w:pPr>
    </w:p>
    <w:p w:rsidR="00197508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197508" w:rsidRPr="001B43F4" w:rsidRDefault="00197508" w:rsidP="00197508">
      <w:pPr>
        <w:ind w:left="1068"/>
        <w:jc w:val="both"/>
        <w:rPr>
          <w:sz w:val="20"/>
          <w:szCs w:val="20"/>
        </w:rPr>
      </w:pPr>
      <w:r w:rsidRPr="001B43F4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:rsidR="00197508" w:rsidRDefault="00197508" w:rsidP="00197508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197508" w:rsidRPr="001B43F4" w:rsidRDefault="00197508" w:rsidP="00197508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197508" w:rsidRDefault="00197508" w:rsidP="00197508">
      <w:pPr>
        <w:jc w:val="both"/>
      </w:pPr>
    </w:p>
    <w:p w:rsidR="00053CAF" w:rsidRDefault="00053CAF" w:rsidP="0019750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FED" w:rsidRDefault="00345FED">
      <w:r>
        <w:separator/>
      </w:r>
    </w:p>
  </w:endnote>
  <w:endnote w:type="continuationSeparator" w:id="0">
    <w:p w:rsidR="00345FED" w:rsidRDefault="0034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F56183" w:rsidRDefault="00F56183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C0599D">
    <w:pPr>
      <w:pStyle w:val="Rodap"/>
      <w:framePr w:wrap="around" w:vAnchor="text" w:hAnchor="margin" w:xAlign="outside" w:y="1"/>
      <w:rPr>
        <w:rStyle w:val="Nmerodepgina"/>
      </w:rPr>
    </w:pPr>
  </w:p>
  <w:p w:rsidR="00F56183" w:rsidRPr="00B961F6" w:rsidRDefault="00F56183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CREDUC_Cadastro_Cônjuge_Fiador</w:t>
    </w:r>
    <w:r w:rsidR="005E26A7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5E26A7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Pr="00B961F6" w:rsidRDefault="00F56183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FED" w:rsidRDefault="00345FED">
      <w:r>
        <w:separator/>
      </w:r>
    </w:p>
  </w:footnote>
  <w:footnote w:type="continuationSeparator" w:id="0">
    <w:p w:rsidR="00345FED" w:rsidRDefault="00345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MNxcAAAq07+yHg5B4b+3OZoJvB0pySpXUl4RST1stntxwCyJ6AZJAbDSJtXWKjvgPqw+Vpczw0SY/+xjRPrQw==" w:salt="Y0m3AmjyMnGbMoRRsAaulQ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A7"/>
    <w:rsid w:val="00015B94"/>
    <w:rsid w:val="000328B8"/>
    <w:rsid w:val="00053CAF"/>
    <w:rsid w:val="000A01FC"/>
    <w:rsid w:val="000A4966"/>
    <w:rsid w:val="000F3CD2"/>
    <w:rsid w:val="00132227"/>
    <w:rsid w:val="00162F6E"/>
    <w:rsid w:val="00182AC8"/>
    <w:rsid w:val="00192C71"/>
    <w:rsid w:val="001974DF"/>
    <w:rsid w:val="00197508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942DC"/>
    <w:rsid w:val="002A21FA"/>
    <w:rsid w:val="002B77F4"/>
    <w:rsid w:val="002C4800"/>
    <w:rsid w:val="002D5631"/>
    <w:rsid w:val="002F5509"/>
    <w:rsid w:val="00306C91"/>
    <w:rsid w:val="00307B3E"/>
    <w:rsid w:val="003144B9"/>
    <w:rsid w:val="00316B97"/>
    <w:rsid w:val="003338B7"/>
    <w:rsid w:val="00345FED"/>
    <w:rsid w:val="003462ED"/>
    <w:rsid w:val="00365E9E"/>
    <w:rsid w:val="003B0BEC"/>
    <w:rsid w:val="003B1CEC"/>
    <w:rsid w:val="003D2D77"/>
    <w:rsid w:val="003D3691"/>
    <w:rsid w:val="00431C3E"/>
    <w:rsid w:val="00464FB0"/>
    <w:rsid w:val="00495EAB"/>
    <w:rsid w:val="004B41FC"/>
    <w:rsid w:val="004D0933"/>
    <w:rsid w:val="004D1EBF"/>
    <w:rsid w:val="004D44FA"/>
    <w:rsid w:val="005013B9"/>
    <w:rsid w:val="00514084"/>
    <w:rsid w:val="00531E81"/>
    <w:rsid w:val="005557FA"/>
    <w:rsid w:val="00571603"/>
    <w:rsid w:val="00575B6B"/>
    <w:rsid w:val="0058414C"/>
    <w:rsid w:val="005A0109"/>
    <w:rsid w:val="005A53D4"/>
    <w:rsid w:val="005A60BA"/>
    <w:rsid w:val="005B132F"/>
    <w:rsid w:val="005E26A7"/>
    <w:rsid w:val="005E4D92"/>
    <w:rsid w:val="005E4F17"/>
    <w:rsid w:val="005F2DEB"/>
    <w:rsid w:val="00666F12"/>
    <w:rsid w:val="00696358"/>
    <w:rsid w:val="006B5B00"/>
    <w:rsid w:val="006C08ED"/>
    <w:rsid w:val="006D636D"/>
    <w:rsid w:val="006E1523"/>
    <w:rsid w:val="006F1489"/>
    <w:rsid w:val="007078E1"/>
    <w:rsid w:val="00707B01"/>
    <w:rsid w:val="0071111E"/>
    <w:rsid w:val="007114EA"/>
    <w:rsid w:val="00726532"/>
    <w:rsid w:val="007443FC"/>
    <w:rsid w:val="00752413"/>
    <w:rsid w:val="00757B4A"/>
    <w:rsid w:val="00791752"/>
    <w:rsid w:val="007B2248"/>
    <w:rsid w:val="007B2B07"/>
    <w:rsid w:val="007C0D41"/>
    <w:rsid w:val="007C298C"/>
    <w:rsid w:val="007D1808"/>
    <w:rsid w:val="008158AE"/>
    <w:rsid w:val="00816ED1"/>
    <w:rsid w:val="0083136B"/>
    <w:rsid w:val="008774F1"/>
    <w:rsid w:val="008E19F0"/>
    <w:rsid w:val="00936867"/>
    <w:rsid w:val="00945E30"/>
    <w:rsid w:val="00951BE5"/>
    <w:rsid w:val="00992F4D"/>
    <w:rsid w:val="00997840"/>
    <w:rsid w:val="009B2216"/>
    <w:rsid w:val="009F4555"/>
    <w:rsid w:val="00A02C56"/>
    <w:rsid w:val="00A04DB4"/>
    <w:rsid w:val="00A11624"/>
    <w:rsid w:val="00A23D24"/>
    <w:rsid w:val="00A665EB"/>
    <w:rsid w:val="00A85DEE"/>
    <w:rsid w:val="00AB7E4F"/>
    <w:rsid w:val="00AF4D30"/>
    <w:rsid w:val="00B35298"/>
    <w:rsid w:val="00B63F6A"/>
    <w:rsid w:val="00B961F6"/>
    <w:rsid w:val="00BA7DED"/>
    <w:rsid w:val="00BC0CAE"/>
    <w:rsid w:val="00BC1A1A"/>
    <w:rsid w:val="00BD5372"/>
    <w:rsid w:val="00C0599D"/>
    <w:rsid w:val="00C07A5B"/>
    <w:rsid w:val="00C401A6"/>
    <w:rsid w:val="00C8006D"/>
    <w:rsid w:val="00C862E5"/>
    <w:rsid w:val="00CA64EA"/>
    <w:rsid w:val="00CA6BDC"/>
    <w:rsid w:val="00CA76D5"/>
    <w:rsid w:val="00CC2918"/>
    <w:rsid w:val="00CE241B"/>
    <w:rsid w:val="00D11C13"/>
    <w:rsid w:val="00D23D73"/>
    <w:rsid w:val="00D62634"/>
    <w:rsid w:val="00DC018F"/>
    <w:rsid w:val="00DE3B59"/>
    <w:rsid w:val="00E37805"/>
    <w:rsid w:val="00E60E14"/>
    <w:rsid w:val="00E80AFC"/>
    <w:rsid w:val="00F35436"/>
    <w:rsid w:val="00F56183"/>
    <w:rsid w:val="00F81596"/>
    <w:rsid w:val="00F834E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4963F"/>
  <w15:chartTrackingRefBased/>
  <w15:docId w15:val="{9A235544-AA33-4EB4-B39B-903C4518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conj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creduc-ficha-conj-fiador</Template>
  <TotalTime>2</TotalTime>
  <Pages>1</Pages>
  <Words>804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4</cp:revision>
  <cp:lastPrinted>2008-04-15T17:13:00Z</cp:lastPrinted>
  <dcterms:created xsi:type="dcterms:W3CDTF">2024-12-06T00:37:00Z</dcterms:created>
  <dcterms:modified xsi:type="dcterms:W3CDTF">2024-12-06T00:39:00Z</dcterms:modified>
</cp:coreProperties>
</file>